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449"/>
        <w:gridCol w:w="307"/>
        <w:gridCol w:w="307"/>
        <w:gridCol w:w="1354"/>
        <w:gridCol w:w="290"/>
        <w:gridCol w:w="135"/>
        <w:gridCol w:w="1276"/>
        <w:gridCol w:w="1417"/>
      </w:tblGrid>
      <w:tr w:rsidR="001260F5" w:rsidRPr="007E3CED" w:rsidTr="009F6C98">
        <w:trPr>
          <w:trHeight w:val="1205"/>
        </w:trPr>
        <w:tc>
          <w:tcPr>
            <w:tcW w:w="85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Приложение 8</w:t>
            </w:r>
          </w:p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к решению Совета депутатов Булгаковского </w:t>
            </w:r>
          </w:p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сельского поселения Духовщинского района </w:t>
            </w:r>
          </w:p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Смоленской области</w:t>
            </w:r>
          </w:p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от 2023№</w:t>
            </w:r>
          </w:p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Булгаковского сельского поселения Духовщинского района Смоленской области </w:t>
            </w:r>
          </w:p>
          <w:p w:rsidR="001260F5" w:rsidRPr="007E3CED" w:rsidRDefault="001260F5" w:rsidP="00580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 плановый период 2025 и 2026 годов</w:t>
            </w:r>
          </w:p>
        </w:tc>
      </w:tr>
      <w:tr w:rsidR="001260F5" w:rsidRPr="007E3CED" w:rsidTr="009F6C98">
        <w:trPr>
          <w:trHeight w:val="293"/>
        </w:trPr>
        <w:tc>
          <w:tcPr>
            <w:tcW w:w="8535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измерения: руб.</w:t>
            </w:r>
          </w:p>
        </w:tc>
      </w:tr>
      <w:tr w:rsidR="001260F5" w:rsidRPr="007E3CED" w:rsidTr="009F6C98">
        <w:trPr>
          <w:trHeight w:val="449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Бюджетная классификация расходов</w:t>
            </w:r>
          </w:p>
        </w:tc>
        <w:tc>
          <w:tcPr>
            <w:tcW w:w="141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260F5" w:rsidRPr="007E3CED" w:rsidRDefault="001260F5" w:rsidP="00580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260F5" w:rsidRPr="007E3CED" w:rsidRDefault="001260F5" w:rsidP="005808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2026 год</w:t>
            </w:r>
          </w:p>
        </w:tc>
      </w:tr>
      <w:tr w:rsidR="001260F5" w:rsidRPr="007E3CED" w:rsidTr="009F6C98">
        <w:trPr>
          <w:trHeight w:val="1293"/>
        </w:trPr>
        <w:tc>
          <w:tcPr>
            <w:tcW w:w="34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260F5" w:rsidRPr="007E3CED" w:rsidTr="009F6C98">
        <w:trPr>
          <w:trHeight w:val="245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1260F5" w:rsidRPr="007E3CED" w:rsidTr="009F6C98">
        <w:trPr>
          <w:trHeight w:val="61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5 686 000,00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5 686 000,00</w:t>
            </w:r>
          </w:p>
        </w:tc>
      </w:tr>
      <w:tr w:rsidR="001260F5" w:rsidRPr="007E3CED" w:rsidTr="009F6C98">
        <w:trPr>
          <w:trHeight w:val="1225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1260F5" w:rsidRPr="007E3CED" w:rsidTr="009F6C98">
        <w:trPr>
          <w:trHeight w:val="1648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Обеспечение  деятельности высшего должностного лица  муниципального  образования  Булгаковского сельского поселения Духовщинского района Смоленской области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1260F5" w:rsidRPr="007E3CED" w:rsidTr="009F6C98">
        <w:trPr>
          <w:trHeight w:val="826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Глава муниципального образования Булгаковского сельского поселения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1260F5" w:rsidRPr="007E3CED" w:rsidTr="009F6C98">
        <w:trPr>
          <w:trHeight w:val="852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CED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1260F5" w:rsidRPr="007E3CED" w:rsidTr="009F6C98">
        <w:trPr>
          <w:trHeight w:val="1662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1260F5" w:rsidRPr="007E3CED" w:rsidTr="009F6C98">
        <w:trPr>
          <w:trHeight w:val="739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1260F5" w:rsidRPr="007E3CED" w:rsidTr="009F6C98">
        <w:trPr>
          <w:trHeight w:val="1685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1260F5" w:rsidRPr="007E3CED" w:rsidTr="009F6C98">
        <w:trPr>
          <w:trHeight w:val="1365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законодательного органа власти Булгаковского сельского поселения Духовщинского района Смоленской области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1260F5" w:rsidRPr="007E3CED" w:rsidTr="009F6C98">
        <w:trPr>
          <w:trHeight w:val="552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депутатов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71 0 03 00000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1260F5" w:rsidRPr="007E3CED" w:rsidTr="009F6C98">
        <w:trPr>
          <w:trHeight w:val="83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CED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1260F5" w:rsidRPr="007E3CED" w:rsidTr="009F6C98">
        <w:trPr>
          <w:trHeight w:val="1626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1260F5" w:rsidRPr="007E3CED" w:rsidTr="009F6C98">
        <w:trPr>
          <w:trHeight w:val="739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1260F5" w:rsidRPr="007E3CED" w:rsidTr="009F6C98">
        <w:trPr>
          <w:trHeight w:val="2134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1260F5" w:rsidRPr="007E3CED" w:rsidTr="009F6C98">
        <w:trPr>
          <w:trHeight w:val="1554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1260F5" w:rsidRPr="007E3CED" w:rsidTr="009F6C98">
        <w:trPr>
          <w:trHeight w:val="1102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органов местного самоуправления"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21 4 01 00000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1260F5" w:rsidRPr="007E3CED" w:rsidTr="009F6C98">
        <w:trPr>
          <w:trHeight w:val="551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CED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1260F5" w:rsidRPr="007E3CED" w:rsidTr="009F6C98">
        <w:trPr>
          <w:trHeight w:val="1641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</w:tr>
      <w:tr w:rsidR="001260F5" w:rsidRPr="007E3CED" w:rsidTr="009F6C98">
        <w:trPr>
          <w:trHeight w:val="739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</w:tr>
      <w:tr w:rsidR="001260F5" w:rsidRPr="007E3CED" w:rsidTr="009F6C98">
        <w:trPr>
          <w:trHeight w:val="739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</w:tr>
      <w:tr w:rsidR="001260F5" w:rsidRPr="007E3CED" w:rsidTr="009F6C98">
        <w:trPr>
          <w:trHeight w:val="697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</w:tr>
      <w:tr w:rsidR="001260F5" w:rsidRPr="007E3CED" w:rsidTr="009F6C98">
        <w:trPr>
          <w:trHeight w:val="29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1260F5" w:rsidRPr="007E3CED" w:rsidTr="009F6C98">
        <w:trPr>
          <w:trHeight w:val="492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1260F5" w:rsidRPr="007E3CED" w:rsidTr="009F6C98">
        <w:trPr>
          <w:trHeight w:val="1716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</w:tr>
      <w:tr w:rsidR="001260F5" w:rsidRPr="007E3CED" w:rsidTr="009F6C98">
        <w:trPr>
          <w:trHeight w:val="29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</w:tr>
      <w:tr w:rsidR="001260F5" w:rsidRPr="007E3CED" w:rsidTr="009F6C98">
        <w:trPr>
          <w:trHeight w:val="286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80 0 01 00000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</w:tr>
      <w:tr w:rsidR="001260F5" w:rsidRPr="007E3CED" w:rsidTr="009F6C98">
        <w:trPr>
          <w:trHeight w:val="1272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CED">
              <w:rPr>
                <w:rFonts w:ascii="Times New Roman" w:hAnsi="Times New Roman"/>
                <w:color w:val="000000"/>
              </w:rPr>
              <w:t>Переданные полномочия по казначейскому исполнению бюджета из бюджета муниципального образования Булгаковского сельского поселения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1260F5" w:rsidRPr="007E3CED" w:rsidTr="009F6C98">
        <w:trPr>
          <w:trHeight w:val="376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1260F5" w:rsidRPr="007E3CED" w:rsidTr="009F6C98">
        <w:trPr>
          <w:trHeight w:val="284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1260F5" w:rsidRPr="007E3CED" w:rsidTr="009F6C98">
        <w:trPr>
          <w:trHeight w:val="1071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CED">
              <w:rPr>
                <w:rFonts w:ascii="Times New Roman" w:hAnsi="Times New Roman"/>
                <w:color w:val="000000"/>
              </w:rPr>
              <w:t>Передача полномочий контрольно-ревизионной комиссии из бюджета муниципального образования Булгаковского сельского поселения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1260F5" w:rsidRPr="007E3CED" w:rsidTr="009F6C98">
        <w:trPr>
          <w:trHeight w:val="288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1260F5" w:rsidRPr="007E3CED" w:rsidTr="009F6C98">
        <w:trPr>
          <w:trHeight w:val="366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1260F5" w:rsidRPr="007E3CED" w:rsidTr="009F6C98">
        <w:trPr>
          <w:trHeight w:val="305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1260F5" w:rsidRPr="007E3CED" w:rsidTr="009F6C98">
        <w:trPr>
          <w:trHeight w:val="29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1260F5" w:rsidRPr="007E3CED" w:rsidTr="009F6C98">
        <w:trPr>
          <w:trHeight w:val="29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Резервный фонд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82 0 01 00000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1260F5" w:rsidRPr="007E3CED" w:rsidTr="009F6C98">
        <w:trPr>
          <w:trHeight w:val="1032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CED">
              <w:rPr>
                <w:rFonts w:ascii="Times New Roman" w:hAnsi="Times New Roman"/>
                <w:color w:val="000000"/>
              </w:rPr>
              <w:t>Расходы за счет резервного фонда Администрации   муниципального образования Булгаковского сельского поселения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1260F5" w:rsidRPr="007E3CED" w:rsidTr="009F6C98">
        <w:trPr>
          <w:trHeight w:val="29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1260F5" w:rsidRPr="007E3CED" w:rsidTr="009F6C98">
        <w:trPr>
          <w:trHeight w:val="29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1260F5" w:rsidRPr="007E3CED" w:rsidTr="009F6C98">
        <w:trPr>
          <w:trHeight w:val="664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16 500,00</w:t>
            </w:r>
          </w:p>
        </w:tc>
      </w:tr>
      <w:tr w:rsidR="001260F5" w:rsidRPr="007E3CED" w:rsidTr="009F6C98">
        <w:trPr>
          <w:trHeight w:val="1584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1260F5" w:rsidRPr="007E3CED" w:rsidTr="009F6C98">
        <w:trPr>
          <w:trHeight w:val="1045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"Обеспечение мероприятий по другим общегосударственным вопросам"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21 4 02 00000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1260F5" w:rsidRPr="007E3CED" w:rsidTr="009F6C98">
        <w:trPr>
          <w:trHeight w:val="781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CED">
              <w:rPr>
                <w:rFonts w:ascii="Times New Roman" w:hAnsi="Times New Roman"/>
                <w:color w:val="000000"/>
              </w:rPr>
              <w:t>Расходы по обеспечению мероприятий по другим общегосударственным вопросам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1260F5" w:rsidRPr="007E3CED" w:rsidTr="009F6C98">
        <w:trPr>
          <w:trHeight w:val="739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</w:tr>
      <w:tr w:rsidR="001260F5" w:rsidRPr="007E3CED" w:rsidTr="009F6C98">
        <w:trPr>
          <w:trHeight w:val="71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</w:tr>
      <w:tr w:rsidR="001260F5" w:rsidRPr="007E3CED" w:rsidTr="009F6C98">
        <w:trPr>
          <w:trHeight w:val="29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</w:tr>
      <w:tr w:rsidR="001260F5" w:rsidRPr="007E3CED" w:rsidTr="009F6C98">
        <w:trPr>
          <w:trHeight w:val="492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</w:tr>
      <w:tr w:rsidR="001260F5" w:rsidRPr="007E3CED" w:rsidTr="009F6C98">
        <w:trPr>
          <w:trHeight w:val="29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1260F5" w:rsidRPr="007E3CED" w:rsidTr="009F6C98">
        <w:trPr>
          <w:trHeight w:val="286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80 0 01 00000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1260F5" w:rsidRPr="007E3CED" w:rsidTr="009F6C98">
        <w:trPr>
          <w:trHeight w:val="1286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CED">
              <w:rPr>
                <w:rFonts w:ascii="Times New Roman" w:hAnsi="Times New Roman"/>
                <w:color w:val="000000"/>
              </w:rPr>
              <w:t>Расходы по передаче полномочий по осуществлению муниципального жилищного контроля на территории Булгаковского сельского поселения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1260F5" w:rsidRPr="007E3CED" w:rsidTr="009F6C98">
        <w:trPr>
          <w:trHeight w:val="492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1260F5" w:rsidRPr="007E3CED" w:rsidTr="009F6C98">
        <w:trPr>
          <w:trHeight w:val="41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1260F5" w:rsidRPr="007E3CED" w:rsidTr="009F6C98">
        <w:trPr>
          <w:trHeight w:val="61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260F5" w:rsidRPr="007E3CED" w:rsidTr="009F6C98">
        <w:trPr>
          <w:trHeight w:val="61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260F5" w:rsidRPr="007E3CED" w:rsidTr="009F6C98">
        <w:trPr>
          <w:trHeight w:val="29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260F5" w:rsidRPr="007E3CED" w:rsidTr="009F6C98">
        <w:trPr>
          <w:trHeight w:val="1047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Субвенция на осуществление первичного воинского учета на территориях. где отсутствуют военные комиссариаты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260F5" w:rsidRPr="007E3CED" w:rsidTr="009F6C98">
        <w:trPr>
          <w:trHeight w:val="1452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CED">
              <w:rPr>
                <w:rFonts w:ascii="Times New Roman" w:hAnsi="Times New Roman"/>
                <w:color w:val="000000"/>
              </w:rPr>
              <w:t xml:space="preserve"> Осуществление первичного воинского учета на территории Булгаковского сельского поселениях , где отсутствуют вренные комиссариаты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260F5" w:rsidRPr="007E3CED" w:rsidTr="009F6C98">
        <w:trPr>
          <w:trHeight w:val="173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1260F5" w:rsidRPr="007E3CED" w:rsidTr="009F6C98">
        <w:trPr>
          <w:trHeight w:val="739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1260F5" w:rsidRPr="007E3CED" w:rsidTr="009F6C98">
        <w:trPr>
          <w:trHeight w:val="739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1260F5" w:rsidRPr="007E3CED" w:rsidTr="009F6C98">
        <w:trPr>
          <w:trHeight w:val="646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1260F5" w:rsidRPr="007E3CED" w:rsidTr="009F6C98">
        <w:trPr>
          <w:trHeight w:val="61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1260F5" w:rsidRPr="007E3CED" w:rsidTr="009F6C98">
        <w:trPr>
          <w:trHeight w:val="61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1260F5" w:rsidRPr="007E3CED" w:rsidTr="009F6C98">
        <w:trPr>
          <w:trHeight w:val="1102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"Ремонт улично-дорожной сети Булгаковского сельского поселения" 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1260F5" w:rsidRPr="007E3CED" w:rsidTr="009F6C98">
        <w:trPr>
          <w:trHeight w:val="822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и ремонт улично- дорожной сети"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1260F5" w:rsidRPr="007E3CED" w:rsidTr="009F6C98">
        <w:trPr>
          <w:trHeight w:val="1162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CED">
              <w:rPr>
                <w:rFonts w:ascii="Times New Roman" w:hAnsi="Times New Roman"/>
                <w:color w:val="000000"/>
              </w:rPr>
              <w:t>Мероприятия по ремонту и содержанию улично- дорожной сети в Булгаковском сельском поселении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1260F5" w:rsidRPr="007E3CED" w:rsidTr="009F6C98">
        <w:trPr>
          <w:trHeight w:val="739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1260F5" w:rsidRPr="007E3CED" w:rsidTr="009F6C98">
        <w:trPr>
          <w:trHeight w:val="647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3 838 700,00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3 836 500,00</w:t>
            </w:r>
          </w:p>
        </w:tc>
      </w:tr>
      <w:tr w:rsidR="001260F5" w:rsidRPr="007E3CED" w:rsidTr="009F6C98">
        <w:trPr>
          <w:trHeight w:val="914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1 376 500,00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252 864,30</w:t>
            </w:r>
          </w:p>
        </w:tc>
      </w:tr>
      <w:tr w:rsidR="001260F5" w:rsidRPr="007E3CED" w:rsidTr="009F6C98">
        <w:trPr>
          <w:trHeight w:val="305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1260F5" w:rsidRPr="007E3CED" w:rsidTr="009F6C98">
        <w:trPr>
          <w:trHeight w:val="1656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1260F5" w:rsidRPr="007E3CED" w:rsidTr="009F6C98">
        <w:trPr>
          <w:trHeight w:val="826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жилищного хозяйства"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21 4 03 00000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1260F5" w:rsidRPr="007E3CED" w:rsidTr="009F6C98">
        <w:trPr>
          <w:trHeight w:val="581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CED">
              <w:rPr>
                <w:rFonts w:ascii="Times New Roman" w:hAnsi="Times New Roman"/>
                <w:color w:val="000000"/>
              </w:rPr>
              <w:t>Обеспечение мероприятий в области жилищного хозяйства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1260F5" w:rsidRPr="007E3CED" w:rsidTr="009F6C98">
        <w:trPr>
          <w:trHeight w:val="739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1260F5" w:rsidRPr="007E3CED" w:rsidTr="009F6C98">
        <w:trPr>
          <w:trHeight w:val="78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1260F5" w:rsidRPr="007E3CED" w:rsidTr="009F6C98">
        <w:trPr>
          <w:trHeight w:val="305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1 191 500,00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1260F5" w:rsidRPr="007E3CED" w:rsidTr="009F6C98">
        <w:trPr>
          <w:trHeight w:val="1578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1 191 500,00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1260F5" w:rsidRPr="007E3CED" w:rsidTr="009F6C98">
        <w:trPr>
          <w:trHeight w:val="1378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Ведомственный проект "Модернизация объектов жилищно-коммунального хозяйства населения Смоленской области"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21 3 01 00000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260F5" w:rsidRPr="007E3CED" w:rsidTr="009F6C98">
        <w:trPr>
          <w:trHeight w:val="581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CED">
              <w:rPr>
                <w:rFonts w:ascii="Times New Roman" w:hAnsi="Times New Roman"/>
                <w:color w:val="000000"/>
              </w:rPr>
              <w:t>Капитальный ремонт объектов водоснабжения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260F5" w:rsidRPr="007E3CED" w:rsidTr="009F6C98">
        <w:trPr>
          <w:trHeight w:val="739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260F5" w:rsidRPr="007E3CED" w:rsidTr="009F6C98">
        <w:trPr>
          <w:trHeight w:val="724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260F5" w:rsidRPr="007E3CED" w:rsidTr="009F6C98">
        <w:trPr>
          <w:trHeight w:val="826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коммунального хозяйства"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21 4 04 00000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1260F5" w:rsidRPr="007E3CED" w:rsidTr="009F6C98">
        <w:trPr>
          <w:trHeight w:val="563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CED">
              <w:rPr>
                <w:rFonts w:ascii="Times New Roman" w:hAnsi="Times New Roman"/>
                <w:color w:val="000000"/>
              </w:rPr>
              <w:t>Обеспечение мероприятий в области коммунального хозяйства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1260F5" w:rsidRPr="007E3CED" w:rsidTr="009F6C98">
        <w:trPr>
          <w:trHeight w:val="739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1260F5" w:rsidRPr="007E3CED" w:rsidTr="009F6C98">
        <w:trPr>
          <w:trHeight w:val="770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191 500,00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67 864,30</w:t>
            </w:r>
          </w:p>
        </w:tc>
      </w:tr>
      <w:tr w:rsidR="001260F5" w:rsidRPr="007E3CED" w:rsidTr="009F6C98">
        <w:trPr>
          <w:trHeight w:val="331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260F5" w:rsidRPr="007E3CED" w:rsidTr="009F6C98">
        <w:trPr>
          <w:trHeight w:val="305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E3CE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260F5" w:rsidRPr="007E3CED" w:rsidTr="009F6C98">
        <w:trPr>
          <w:trHeight w:val="1502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260F5" w:rsidRPr="007E3CED" w:rsidTr="009F6C98">
        <w:trPr>
          <w:trHeight w:val="1119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21 4 06 00000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260F5" w:rsidRPr="007E3CED" w:rsidTr="009F6C98">
        <w:trPr>
          <w:trHeight w:val="1848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CED">
              <w:rPr>
                <w:rFonts w:ascii="Times New Roman" w:hAnsi="Times New Roman"/>
                <w:color w:val="000000"/>
              </w:rPr>
              <w:t>Расходы на пенсионное обеспечение лиц, замещавших муниципальные должности и должности муниципальной службы (муниципальные должности  муниципальной службы) в Булгаковском сельском поселении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260F5" w:rsidRPr="007E3CED" w:rsidTr="009F6C98">
        <w:trPr>
          <w:trHeight w:val="492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260F5" w:rsidRPr="007E3CED" w:rsidTr="009F6C98">
        <w:trPr>
          <w:trHeight w:val="492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72 686,40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260F5" w:rsidRPr="007E3CED" w:rsidTr="009F6C98">
        <w:trPr>
          <w:trHeight w:val="245"/>
        </w:trPr>
        <w:tc>
          <w:tcPr>
            <w:tcW w:w="3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3CED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30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973</w:t>
            </w: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86,40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775</w:t>
            </w: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7E3CED">
              <w:rPr>
                <w:rFonts w:ascii="Times New Roman" w:hAnsi="Times New Roman"/>
                <w:color w:val="000000"/>
                <w:sz w:val="20"/>
                <w:szCs w:val="20"/>
              </w:rPr>
              <w:t>64,30</w:t>
            </w:r>
          </w:p>
        </w:tc>
      </w:tr>
      <w:tr w:rsidR="001260F5" w:rsidRPr="007E3CED" w:rsidTr="009F6C98">
        <w:trPr>
          <w:trHeight w:val="245"/>
        </w:trPr>
        <w:tc>
          <w:tcPr>
            <w:tcW w:w="344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260F5" w:rsidRPr="007E3CED" w:rsidTr="009F6C98">
        <w:trPr>
          <w:trHeight w:val="245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260F5" w:rsidRPr="007E3CED" w:rsidRDefault="001260F5" w:rsidP="009F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1260F5" w:rsidRDefault="001260F5"/>
    <w:sectPr w:rsidR="001260F5" w:rsidSect="000A3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6C98"/>
    <w:rsid w:val="000A3482"/>
    <w:rsid w:val="001260F5"/>
    <w:rsid w:val="00137156"/>
    <w:rsid w:val="00580856"/>
    <w:rsid w:val="005F2249"/>
    <w:rsid w:val="007E3CED"/>
    <w:rsid w:val="0085539B"/>
    <w:rsid w:val="009D44B8"/>
    <w:rsid w:val="009F6C98"/>
    <w:rsid w:val="00A61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48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6</Pages>
  <Words>1747</Words>
  <Characters>9964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</cp:lastModifiedBy>
  <cp:revision>2</cp:revision>
  <dcterms:created xsi:type="dcterms:W3CDTF">2023-11-09T08:10:00Z</dcterms:created>
  <dcterms:modified xsi:type="dcterms:W3CDTF">2023-11-10T18:59:00Z</dcterms:modified>
</cp:coreProperties>
</file>